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19D" w:rsidRDefault="00D360E4" w:rsidP="004E07E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1" locked="0" layoutInCell="1" allowOverlap="1" wp14:anchorId="5E203E27" wp14:editId="15FD52D6">
            <wp:simplePos x="0" y="0"/>
            <wp:positionH relativeFrom="column">
              <wp:posOffset>5640981</wp:posOffset>
            </wp:positionH>
            <wp:positionV relativeFrom="paragraph">
              <wp:posOffset>25869</wp:posOffset>
            </wp:positionV>
            <wp:extent cx="606287" cy="439791"/>
            <wp:effectExtent l="0" t="0" r="3810" b="0"/>
            <wp:wrapNone/>
            <wp:docPr id="2" name="Grafik 2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87" cy="43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7513" w:rsidRPr="004A5249" w:rsidRDefault="00F71882" w:rsidP="005222D9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106864">
        <w:rPr>
          <w:b/>
          <w:sz w:val="24"/>
          <w:szCs w:val="24"/>
        </w:rPr>
        <w:t>3</w:t>
      </w:r>
      <w:r w:rsidR="005222D9">
        <w:rPr>
          <w:b/>
          <w:sz w:val="24"/>
          <w:szCs w:val="24"/>
        </w:rPr>
        <w:t xml:space="preserve">: </w:t>
      </w:r>
      <w:r w:rsidR="005222D9">
        <w:rPr>
          <w:b/>
          <w:sz w:val="24"/>
          <w:szCs w:val="24"/>
        </w:rPr>
        <w:tab/>
      </w:r>
      <w:r w:rsidR="005222D9">
        <w:rPr>
          <w:b/>
          <w:sz w:val="24"/>
          <w:szCs w:val="24"/>
        </w:rPr>
        <w:tab/>
      </w:r>
      <w:r w:rsidR="005222D9">
        <w:rPr>
          <w:b/>
          <w:sz w:val="24"/>
          <w:szCs w:val="24"/>
        </w:rPr>
        <w:tab/>
      </w:r>
      <w:r w:rsidR="005222D9">
        <w:rPr>
          <w:b/>
          <w:sz w:val="24"/>
          <w:szCs w:val="24"/>
        </w:rPr>
        <w:tab/>
      </w:r>
      <w:r w:rsidR="006047C7">
        <w:rPr>
          <w:b/>
          <w:sz w:val="24"/>
          <w:szCs w:val="24"/>
        </w:rPr>
        <w:t>Tipps zu „</w:t>
      </w:r>
      <w:r w:rsidR="006E5FDB">
        <w:rPr>
          <w:b/>
          <w:sz w:val="24"/>
          <w:szCs w:val="24"/>
        </w:rPr>
        <w:t>Hammer und Nagel</w:t>
      </w:r>
      <w:r w:rsidR="006047C7">
        <w:rPr>
          <w:b/>
          <w:sz w:val="24"/>
          <w:szCs w:val="24"/>
        </w:rPr>
        <w:t>“</w:t>
      </w:r>
    </w:p>
    <w:p w:rsidR="00D24A16" w:rsidRPr="00AB67BE" w:rsidRDefault="00D24A16" w:rsidP="00D24A16">
      <w:pPr>
        <w:spacing w:after="0" w:line="240" w:lineRule="auto"/>
        <w:jc w:val="both"/>
        <w:rPr>
          <w:sz w:val="8"/>
          <w:szCs w:val="8"/>
        </w:rPr>
      </w:pPr>
    </w:p>
    <w:p w:rsidR="00BE60DA" w:rsidRDefault="006047C7" w:rsidP="00586A44">
      <w:pPr>
        <w:spacing w:after="0" w:line="240" w:lineRule="auto"/>
        <w:jc w:val="both"/>
        <w:rPr>
          <w:rFonts w:eastAsiaTheme="minorEastAsia"/>
          <w:b/>
        </w:rPr>
      </w:pPr>
      <w:r w:rsidRPr="006047C7">
        <w:rPr>
          <w:rFonts w:eastAsiaTheme="minorEastAsia"/>
          <w:b/>
        </w:rPr>
        <w:t>Aufgabe 1</w:t>
      </w: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  <w:r>
        <w:t>Wir hatte</w:t>
      </w:r>
      <w:r w:rsidR="00A020F4">
        <w:t>n</w:t>
      </w:r>
      <w:r>
        <w:t xml:space="preserve"> zu Zwillingskräften folgendes Gesetz festgelegt:</w:t>
      </w:r>
    </w:p>
    <w:p w:rsidR="006047C7" w:rsidRDefault="006047C7" w:rsidP="006047C7">
      <w:pPr>
        <w:spacing w:after="0" w:line="240" w:lineRule="auto"/>
        <w:jc w:val="both"/>
      </w:pPr>
      <w:r w:rsidRPr="00150B9C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7754FE0C" wp14:editId="12A30261">
            <wp:simplePos x="0" y="0"/>
            <wp:positionH relativeFrom="column">
              <wp:posOffset>852805</wp:posOffset>
            </wp:positionH>
            <wp:positionV relativeFrom="paragraph">
              <wp:posOffset>17337</wp:posOffset>
            </wp:positionV>
            <wp:extent cx="4572638" cy="3429479"/>
            <wp:effectExtent l="0" t="0" r="0" b="0"/>
            <wp:wrapTight wrapText="bothSides">
              <wp:wrapPolygon edited="0">
                <wp:start x="0" y="0"/>
                <wp:lineTo x="0" y="21480"/>
                <wp:lineTo x="21507" y="21480"/>
                <wp:lineTo x="2150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64384" behindDoc="1" locked="0" layoutInCell="1" allowOverlap="1" wp14:anchorId="7E3127C3" wp14:editId="3ECF63BE">
            <wp:simplePos x="0" y="0"/>
            <wp:positionH relativeFrom="column">
              <wp:posOffset>5640981</wp:posOffset>
            </wp:positionH>
            <wp:positionV relativeFrom="paragraph">
              <wp:posOffset>25869</wp:posOffset>
            </wp:positionV>
            <wp:extent cx="606287" cy="439791"/>
            <wp:effectExtent l="0" t="0" r="3810" b="0"/>
            <wp:wrapNone/>
            <wp:docPr id="4" name="Grafik 4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87" cy="43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47C7" w:rsidRPr="004A5249" w:rsidRDefault="006047C7" w:rsidP="006047C7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10686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Tipps zu „Hammer und Nagel“</w:t>
      </w:r>
    </w:p>
    <w:p w:rsidR="006047C7" w:rsidRPr="00AB67BE" w:rsidRDefault="006047C7" w:rsidP="006047C7">
      <w:pPr>
        <w:spacing w:after="0" w:line="240" w:lineRule="auto"/>
        <w:jc w:val="both"/>
        <w:rPr>
          <w:sz w:val="8"/>
          <w:szCs w:val="8"/>
        </w:rPr>
      </w:pPr>
    </w:p>
    <w:p w:rsidR="006047C7" w:rsidRDefault="006047C7" w:rsidP="006047C7">
      <w:pPr>
        <w:spacing w:after="0" w:line="24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Aufgabe 2</w:t>
      </w:r>
    </w:p>
    <w:p w:rsidR="006047C7" w:rsidRDefault="006047C7" w:rsidP="006047C7">
      <w:pPr>
        <w:spacing w:after="0" w:line="240" w:lineRule="auto"/>
        <w:jc w:val="both"/>
      </w:pPr>
      <w:r>
        <w:t>Wir hatte</w:t>
      </w:r>
      <w:r w:rsidR="00A020F4">
        <w:t>n</w:t>
      </w:r>
      <w:r>
        <w:t xml:space="preserve"> zur Konstruktion der resultierenden Kraft folgende Vorschrift festgelegt:</w:t>
      </w:r>
    </w:p>
    <w:p w:rsidR="006047C7" w:rsidRDefault="006047C7" w:rsidP="006047C7">
      <w:pPr>
        <w:spacing w:after="0" w:line="240" w:lineRule="auto"/>
        <w:jc w:val="both"/>
      </w:pP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299966</wp:posOffset>
            </wp:positionH>
            <wp:positionV relativeFrom="paragraph">
              <wp:posOffset>99651</wp:posOffset>
            </wp:positionV>
            <wp:extent cx="5449230" cy="2044903"/>
            <wp:effectExtent l="0" t="0" r="0" b="0"/>
            <wp:wrapTight wrapText="bothSides">
              <wp:wrapPolygon edited="0">
                <wp:start x="0" y="0"/>
                <wp:lineTo x="0" y="21332"/>
                <wp:lineTo x="21522" y="21332"/>
                <wp:lineTo x="21522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9230" cy="2044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spacing w:after="0" w:line="240" w:lineRule="auto"/>
        <w:jc w:val="both"/>
      </w:pPr>
      <w:r>
        <w:t>Beachte</w:t>
      </w:r>
      <w:r w:rsidR="00214230">
        <w:t>t</w:t>
      </w:r>
      <w:r>
        <w:t>: Es dürfen nur Kräfte addiert werden, die am selben Körper angreifen.</w:t>
      </w:r>
    </w:p>
    <w:p w:rsidR="006047C7" w:rsidRDefault="006047C7">
      <w:pPr>
        <w:spacing w:after="0" w:line="240" w:lineRule="auto"/>
      </w:pPr>
      <w:r>
        <w:br w:type="page"/>
      </w:r>
    </w:p>
    <w:p w:rsidR="006047C7" w:rsidRDefault="006047C7" w:rsidP="006047C7">
      <w:pPr>
        <w:spacing w:after="0" w:line="240" w:lineRule="auto"/>
        <w:jc w:val="both"/>
      </w:pPr>
    </w:p>
    <w:p w:rsidR="006047C7" w:rsidRDefault="006047C7" w:rsidP="006047C7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67456" behindDoc="1" locked="0" layoutInCell="1" allowOverlap="1" wp14:anchorId="6488319B" wp14:editId="57E40650">
            <wp:simplePos x="0" y="0"/>
            <wp:positionH relativeFrom="column">
              <wp:posOffset>5640981</wp:posOffset>
            </wp:positionH>
            <wp:positionV relativeFrom="paragraph">
              <wp:posOffset>25869</wp:posOffset>
            </wp:positionV>
            <wp:extent cx="606287" cy="439791"/>
            <wp:effectExtent l="0" t="0" r="3810" b="0"/>
            <wp:wrapNone/>
            <wp:docPr id="6" name="Grafik 6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87" cy="43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47C7" w:rsidRPr="004A5249" w:rsidRDefault="006047C7" w:rsidP="006047C7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10686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„Hammer und Nagel“</w:t>
      </w:r>
    </w:p>
    <w:p w:rsidR="006047C7" w:rsidRPr="00AB67BE" w:rsidRDefault="006047C7" w:rsidP="006047C7">
      <w:pPr>
        <w:spacing w:after="0" w:line="240" w:lineRule="auto"/>
        <w:jc w:val="both"/>
        <w:rPr>
          <w:sz w:val="8"/>
          <w:szCs w:val="8"/>
        </w:rPr>
      </w:pPr>
    </w:p>
    <w:p w:rsidR="006047C7" w:rsidRDefault="006047C7" w:rsidP="006047C7">
      <w:pPr>
        <w:spacing w:after="0" w:line="240" w:lineRule="auto"/>
        <w:jc w:val="both"/>
        <w:rPr>
          <w:rFonts w:eastAsiaTheme="minorEastAsia"/>
          <w:b/>
        </w:rPr>
      </w:pPr>
      <w:r w:rsidRPr="006047C7">
        <w:rPr>
          <w:rFonts w:eastAsiaTheme="minorEastAsia"/>
          <w:b/>
        </w:rPr>
        <w:t>Aufgabe 1</w:t>
      </w: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330DEE" w:rsidP="00586A44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Die Zwillingskraft zu der vom Brett auf den Nagel ausgeübten Kraft ist nicht eingezeichnet.</w:t>
      </w: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330DEE" w:rsidP="00586A44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53B3B5EA" wp14:editId="3056AFBF">
            <wp:simplePos x="0" y="0"/>
            <wp:positionH relativeFrom="column">
              <wp:posOffset>1718945</wp:posOffset>
            </wp:positionH>
            <wp:positionV relativeFrom="paragraph">
              <wp:posOffset>10795</wp:posOffset>
            </wp:positionV>
            <wp:extent cx="2057400" cy="2019300"/>
            <wp:effectExtent l="0" t="0" r="0" b="0"/>
            <wp:wrapTight wrapText="bothSides">
              <wp:wrapPolygon edited="0">
                <wp:start x="0" y="0"/>
                <wp:lineTo x="0" y="21396"/>
                <wp:lineTo x="21400" y="21396"/>
                <wp:lineTo x="21400" y="0"/>
                <wp:lineTo x="0" y="0"/>
              </wp:wrapPolygon>
            </wp:wrapTight>
            <wp:docPr id="7" name="Grafik 7" descr="C:\Users\Woellermann\Desktop\Promotion\Unterrichtseinheit\Bilder_Abschnitt 7\Strang1_HammerUndNagel_GPLoesun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HammerUndNagel_GPLoesung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6047C7" w:rsidRDefault="006047C7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Default="00A020F4" w:rsidP="00A020F4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drawing>
          <wp:anchor distT="0" distB="0" distL="114300" distR="114300" simplePos="0" relativeHeight="251671552" behindDoc="1" locked="0" layoutInCell="1" allowOverlap="1" wp14:anchorId="7127ED96" wp14:editId="23D275BA">
            <wp:simplePos x="0" y="0"/>
            <wp:positionH relativeFrom="column">
              <wp:posOffset>5640981</wp:posOffset>
            </wp:positionH>
            <wp:positionV relativeFrom="paragraph">
              <wp:posOffset>25869</wp:posOffset>
            </wp:positionV>
            <wp:extent cx="606287" cy="439791"/>
            <wp:effectExtent l="0" t="0" r="3810" b="0"/>
            <wp:wrapNone/>
            <wp:docPr id="8" name="Grafik 8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87" cy="43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0F4" w:rsidRPr="004A5249" w:rsidRDefault="00A020F4" w:rsidP="00A020F4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10686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„Hammer und Nagel“</w:t>
      </w:r>
    </w:p>
    <w:p w:rsidR="00A020F4" w:rsidRPr="00AB67BE" w:rsidRDefault="00A020F4" w:rsidP="00A020F4">
      <w:pPr>
        <w:spacing w:after="0" w:line="240" w:lineRule="auto"/>
        <w:jc w:val="both"/>
        <w:rPr>
          <w:sz w:val="8"/>
          <w:szCs w:val="8"/>
        </w:rPr>
      </w:pPr>
    </w:p>
    <w:p w:rsidR="00A020F4" w:rsidRDefault="00A020F4" w:rsidP="00A020F4">
      <w:pPr>
        <w:spacing w:after="0" w:line="24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Aufgabe 2</w:t>
      </w: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E1F1E" w:rsidRDefault="00AE1F1E" w:rsidP="00AE1F1E">
      <w:pPr>
        <w:spacing w:after="0" w:line="240" w:lineRule="auto"/>
        <w:jc w:val="both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AE1F1E" w:rsidTr="00B70E9F">
        <w:tc>
          <w:tcPr>
            <w:tcW w:w="4955" w:type="dxa"/>
          </w:tcPr>
          <w:p w:rsidR="00AE1F1E" w:rsidRPr="005214C5" w:rsidRDefault="00C45C49" w:rsidP="00B70E9F">
            <w:pPr>
              <w:spacing w:after="0" w:line="240" w:lineRule="auto"/>
              <w:jc w:val="both"/>
            </w:pPr>
            <w:r>
              <w:t xml:space="preserve">1. </w:t>
            </w:r>
            <w:r w:rsidR="00AE1F1E">
              <w:t>Nagel</w:t>
            </w:r>
            <w:r w:rsidR="00AE1F1E" w:rsidRPr="005214C5">
              <w:t xml:space="preserve"> freischneiden:</w:t>
            </w:r>
          </w:p>
        </w:tc>
        <w:tc>
          <w:tcPr>
            <w:tcW w:w="4956" w:type="dxa"/>
          </w:tcPr>
          <w:p w:rsidR="00AE1F1E" w:rsidRPr="005214C5" w:rsidRDefault="00C45C49" w:rsidP="00B70E9F">
            <w:pPr>
              <w:spacing w:after="0" w:line="240" w:lineRule="auto"/>
              <w:jc w:val="both"/>
            </w:pPr>
            <w:r>
              <w:t xml:space="preserve">2. </w:t>
            </w:r>
            <w:r w:rsidR="00AE1F1E">
              <w:t>Kräfteaddition:</w:t>
            </w:r>
          </w:p>
        </w:tc>
      </w:tr>
      <w:tr w:rsidR="00AE1F1E" w:rsidTr="00B70E9F">
        <w:trPr>
          <w:trHeight w:val="4460"/>
        </w:trPr>
        <w:tc>
          <w:tcPr>
            <w:tcW w:w="4955" w:type="dxa"/>
          </w:tcPr>
          <w:p w:rsidR="00AE1F1E" w:rsidRPr="005214C5" w:rsidRDefault="00AE1F1E" w:rsidP="00B70E9F">
            <w:pPr>
              <w:spacing w:after="0" w:line="240" w:lineRule="auto"/>
              <w:jc w:val="both"/>
            </w:pPr>
            <w:r w:rsidRPr="00A020F4">
              <w:rPr>
                <w:rFonts w:eastAsiaTheme="minorEastAsia"/>
                <w:noProof/>
                <w:lang w:eastAsia="de-DE"/>
              </w:rPr>
              <w:drawing>
                <wp:anchor distT="0" distB="0" distL="114300" distR="114300" simplePos="0" relativeHeight="251678720" behindDoc="1" locked="0" layoutInCell="1" allowOverlap="1" wp14:anchorId="6014BBFF" wp14:editId="167D04F3">
                  <wp:simplePos x="0" y="0"/>
                  <wp:positionH relativeFrom="column">
                    <wp:posOffset>1131098</wp:posOffset>
                  </wp:positionH>
                  <wp:positionV relativeFrom="paragraph">
                    <wp:posOffset>1332865</wp:posOffset>
                  </wp:positionV>
                  <wp:extent cx="314325" cy="638175"/>
                  <wp:effectExtent l="0" t="0" r="9525" b="9525"/>
                  <wp:wrapTight wrapText="bothSides">
                    <wp:wrapPolygon edited="0">
                      <wp:start x="0" y="0"/>
                      <wp:lineTo x="0" y="21278"/>
                      <wp:lineTo x="20945" y="21278"/>
                      <wp:lineTo x="20945" y="0"/>
                      <wp:lineTo x="0" y="0"/>
                    </wp:wrapPolygon>
                  </wp:wrapTight>
                  <wp:docPr id="10" name="Grafik 10" descr="C:\Users\Woellermann\Desktop\Promotion\Unterrichtseinheit\Bilder_Abschnitt 7\Strang1_HammerUndNagel_GPLoesun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Woellermann\Desktop\Promotion\Unterrichtseinheit\Bilder_Abschnitt 7\Strang1_HammerUndNagel_GPLoesun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B6CE8">
              <w:t>Umkreist</w:t>
            </w:r>
            <w:r w:rsidRPr="005214C5">
              <w:t xml:space="preserve"> </w:t>
            </w:r>
            <w:r>
              <w:t>den Nagel</w:t>
            </w:r>
            <w:r w:rsidRPr="005214C5">
              <w:t>. Achte</w:t>
            </w:r>
            <w:r w:rsidR="003B6CE8">
              <w:t>t</w:t>
            </w:r>
            <w:r w:rsidRPr="005214C5">
              <w:t xml:space="preserve"> darauf, dass alle Kraftpfeile, die an </w:t>
            </w:r>
            <w:r>
              <w:t>dem Nagel</w:t>
            </w:r>
            <w:r w:rsidRPr="005214C5">
              <w:t xml:space="preserve"> angreifen, in</w:t>
            </w:r>
            <w:r>
              <w:t>nerhalb</w:t>
            </w:r>
            <w:r w:rsidRPr="005214C5">
              <w:t xml:space="preserve"> der Um</w:t>
            </w:r>
            <w:r>
              <w:t>rand</w:t>
            </w:r>
            <w:r w:rsidRPr="005214C5">
              <w:t xml:space="preserve">ung liegen, und alle Kraftpfeile, die nicht an </w:t>
            </w:r>
            <w:r>
              <w:t>dem Nagel</w:t>
            </w:r>
            <w:r w:rsidRPr="005214C5">
              <w:t xml:space="preserve"> a</w:t>
            </w:r>
            <w:r>
              <w:t>n</w:t>
            </w:r>
            <w:r w:rsidRPr="005214C5">
              <w:t>greifen, außerhalb.</w:t>
            </w:r>
            <w:r w:rsidRPr="00A020F4">
              <w:rPr>
                <w:rFonts w:eastAsiaTheme="minorEastAsia"/>
                <w:noProof/>
                <w:lang w:eastAsia="de-DE"/>
              </w:rPr>
              <w:t xml:space="preserve"> </w:t>
            </w:r>
          </w:p>
        </w:tc>
        <w:tc>
          <w:tcPr>
            <w:tcW w:w="4956" w:type="dxa"/>
          </w:tcPr>
          <w:p w:rsidR="00AE1F1E" w:rsidRPr="005214C5" w:rsidRDefault="00AE1F1E" w:rsidP="003B6CE8">
            <w:pPr>
              <w:spacing w:after="0" w:line="240" w:lineRule="auto"/>
              <w:jc w:val="both"/>
            </w:pPr>
            <w:r w:rsidRPr="00A020F4">
              <w:rPr>
                <w:rFonts w:eastAsiaTheme="minorEastAsia"/>
                <w:noProof/>
                <w:lang w:eastAsia="de-DE"/>
              </w:rPr>
              <w:drawing>
                <wp:anchor distT="0" distB="0" distL="114300" distR="114300" simplePos="0" relativeHeight="251679744" behindDoc="1" locked="0" layoutInCell="1" allowOverlap="1" wp14:anchorId="5533938D" wp14:editId="36B067AF">
                  <wp:simplePos x="0" y="0"/>
                  <wp:positionH relativeFrom="column">
                    <wp:posOffset>1355253</wp:posOffset>
                  </wp:positionH>
                  <wp:positionV relativeFrom="paragraph">
                    <wp:posOffset>1408090</wp:posOffset>
                  </wp:positionV>
                  <wp:extent cx="209550" cy="561975"/>
                  <wp:effectExtent l="0" t="0" r="0" b="9525"/>
                  <wp:wrapTight wrapText="bothSides">
                    <wp:wrapPolygon edited="0">
                      <wp:start x="0" y="0"/>
                      <wp:lineTo x="0" y="21234"/>
                      <wp:lineTo x="19636" y="21234"/>
                      <wp:lineTo x="19636" y="0"/>
                      <wp:lineTo x="0" y="0"/>
                    </wp:wrapPolygon>
                  </wp:wrapTight>
                  <wp:docPr id="9" name="Grafik 9" descr="C:\Users\Woellermann\Desktop\Promotion\Unterrichtseinheit\Bilder_Abschnitt 7\Strang1_HammerUndNagel_GPLoesun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Woellermann\Desktop\Promotion\Unterrichtseinheit\Bilder_Abschnitt 7\Strang1_HammerUndNagel_GPLoesun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214C5">
              <w:t>Addier</w:t>
            </w:r>
            <w:r w:rsidR="003B6CE8">
              <w:t>t</w:t>
            </w:r>
            <w:r w:rsidRPr="005214C5">
              <w:t xml:space="preserve"> die Kraftpfeile, die innerhalb der Umrandung liegen:</w:t>
            </w:r>
            <w:r w:rsidRPr="00A020F4">
              <w:rPr>
                <w:rFonts w:eastAsiaTheme="minorEastAsia"/>
                <w:noProof/>
                <w:lang w:eastAsia="de-DE"/>
              </w:rPr>
              <w:t xml:space="preserve"> </w:t>
            </w:r>
          </w:p>
        </w:tc>
      </w:tr>
    </w:tbl>
    <w:p w:rsidR="00AE1F1E" w:rsidRDefault="00AE1F1E" w:rsidP="00AE1F1E">
      <w:pPr>
        <w:spacing w:after="0" w:line="240" w:lineRule="auto"/>
        <w:rPr>
          <w:b/>
          <w:sz w:val="24"/>
          <w:szCs w:val="24"/>
        </w:rPr>
      </w:pPr>
    </w:p>
    <w:p w:rsidR="00A020F4" w:rsidRDefault="00A020F4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br w:type="page"/>
      </w:r>
    </w:p>
    <w:p w:rsidR="00214230" w:rsidRDefault="00214230" w:rsidP="00214230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sz w:val="21"/>
          <w:szCs w:val="21"/>
          <w:lang w:eastAsia="de-DE"/>
        </w:rPr>
        <w:lastRenderedPageBreak/>
        <w:drawing>
          <wp:anchor distT="0" distB="0" distL="114300" distR="114300" simplePos="0" relativeHeight="251681792" behindDoc="1" locked="0" layoutInCell="1" allowOverlap="1" wp14:anchorId="201CDEE3" wp14:editId="0E9F606B">
            <wp:simplePos x="0" y="0"/>
            <wp:positionH relativeFrom="column">
              <wp:posOffset>5640981</wp:posOffset>
            </wp:positionH>
            <wp:positionV relativeFrom="paragraph">
              <wp:posOffset>25869</wp:posOffset>
            </wp:positionV>
            <wp:extent cx="606287" cy="439791"/>
            <wp:effectExtent l="0" t="0" r="3810" b="0"/>
            <wp:wrapNone/>
            <wp:docPr id="3" name="Grafik 3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87" cy="43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4230" w:rsidRPr="004A5249" w:rsidRDefault="00214230" w:rsidP="00214230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10686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Tipps zu „Hammer und Nagel“</w:t>
      </w:r>
    </w:p>
    <w:p w:rsidR="00214230" w:rsidRPr="00AB67BE" w:rsidRDefault="00214230" w:rsidP="00214230">
      <w:pPr>
        <w:spacing w:after="0" w:line="240" w:lineRule="auto"/>
        <w:jc w:val="both"/>
        <w:rPr>
          <w:sz w:val="8"/>
          <w:szCs w:val="8"/>
        </w:rPr>
      </w:pPr>
    </w:p>
    <w:p w:rsidR="00214230" w:rsidRDefault="00214230" w:rsidP="00214230">
      <w:pPr>
        <w:spacing w:after="0" w:line="24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Aufgabe 3</w:t>
      </w:r>
    </w:p>
    <w:p w:rsidR="00214230" w:rsidRDefault="00214230" w:rsidP="00214230">
      <w:pPr>
        <w:spacing w:after="0" w:line="240" w:lineRule="auto"/>
        <w:jc w:val="both"/>
        <w:rPr>
          <w:rFonts w:eastAsiaTheme="minorEastAsia"/>
        </w:rPr>
      </w:pPr>
    </w:p>
    <w:p w:rsidR="00214230" w:rsidRDefault="00214230" w:rsidP="00214230">
      <w:pPr>
        <w:jc w:val="both"/>
      </w:pPr>
      <w:r>
        <w:t>Vergleicht, ob es sich im Folgenden um dieselben Kräfte handelt:</w:t>
      </w:r>
    </w:p>
    <w:p w:rsidR="00214230" w:rsidRDefault="00214230" w:rsidP="00214230">
      <w:pPr>
        <w:jc w:val="both"/>
      </w:pPr>
      <w:r>
        <w:t>Welche Kräfte gleichen sich nach Ninas Aussage aus?</w:t>
      </w:r>
    </w:p>
    <w:p w:rsidR="00214230" w:rsidRPr="00A020F4" w:rsidRDefault="00214230" w:rsidP="00214230">
      <w:pPr>
        <w:jc w:val="both"/>
      </w:pPr>
      <w:r>
        <w:t>Welche Kräfte haben eine Wirkung auf den Nagel?</w:t>
      </w:r>
    </w:p>
    <w:p w:rsidR="00214230" w:rsidRDefault="00214230" w:rsidP="00214230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br w:type="page"/>
      </w:r>
    </w:p>
    <w:p w:rsidR="00A020F4" w:rsidRDefault="00A020F4" w:rsidP="00A020F4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rFonts w:eastAsiaTheme="minorEastAsia"/>
          <w:noProof/>
          <w:sz w:val="21"/>
          <w:szCs w:val="21"/>
          <w:lang w:eastAsia="de-DE"/>
        </w:rPr>
        <w:lastRenderedPageBreak/>
        <w:drawing>
          <wp:anchor distT="0" distB="0" distL="114300" distR="114300" simplePos="0" relativeHeight="251676672" behindDoc="1" locked="0" layoutInCell="1" allowOverlap="1" wp14:anchorId="4F9545B6" wp14:editId="2CA040EB">
            <wp:simplePos x="0" y="0"/>
            <wp:positionH relativeFrom="column">
              <wp:posOffset>5640981</wp:posOffset>
            </wp:positionH>
            <wp:positionV relativeFrom="paragraph">
              <wp:posOffset>25869</wp:posOffset>
            </wp:positionV>
            <wp:extent cx="606287" cy="439791"/>
            <wp:effectExtent l="0" t="0" r="3810" b="0"/>
            <wp:wrapNone/>
            <wp:docPr id="11" name="Grafik 11" descr="C:\Users\Woellermann\Desktop\Promotion\Unterrichtseinheit\Bilder_Abschnitt 7\Strang4_HammerUndNa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4_HammerUndNag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87" cy="43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0F4" w:rsidRPr="004A5249" w:rsidRDefault="00A020F4" w:rsidP="00A020F4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</w:t>
      </w:r>
      <w:r w:rsidR="0010686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„Hammer und Nagel“</w:t>
      </w:r>
    </w:p>
    <w:p w:rsidR="00A020F4" w:rsidRPr="00AB67BE" w:rsidRDefault="00A020F4" w:rsidP="00A020F4">
      <w:pPr>
        <w:spacing w:after="0" w:line="240" w:lineRule="auto"/>
        <w:jc w:val="both"/>
        <w:rPr>
          <w:sz w:val="8"/>
          <w:szCs w:val="8"/>
        </w:rPr>
      </w:pPr>
    </w:p>
    <w:p w:rsidR="00A020F4" w:rsidRDefault="00A020F4" w:rsidP="00A020F4">
      <w:pPr>
        <w:spacing w:after="0" w:line="24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Aufgabe 3</w:t>
      </w:r>
    </w:p>
    <w:p w:rsidR="00A020F4" w:rsidRDefault="00A020F4" w:rsidP="00586A44">
      <w:pPr>
        <w:spacing w:after="0" w:line="240" w:lineRule="auto"/>
        <w:jc w:val="both"/>
        <w:rPr>
          <w:rFonts w:eastAsiaTheme="minorEastAsia"/>
        </w:rPr>
      </w:pPr>
    </w:p>
    <w:p w:rsidR="00A020F4" w:rsidRPr="00A020F4" w:rsidRDefault="00A020F4" w:rsidP="00A020F4">
      <w:pPr>
        <w:ind w:left="284"/>
        <w:jc w:val="both"/>
      </w:pPr>
      <w:r w:rsidRPr="00A020F4">
        <w:t>Nina bringt das Wechselwirkungsgesetz mit dem Kräftegleichgewicht durcheinander.</w:t>
      </w:r>
    </w:p>
    <w:p w:rsidR="00A020F4" w:rsidRPr="00A020F4" w:rsidRDefault="00A020F4" w:rsidP="00A020F4">
      <w:pPr>
        <w:ind w:left="284"/>
        <w:jc w:val="both"/>
      </w:pPr>
      <w:r w:rsidRPr="00A020F4">
        <w:t>Nina spricht von Zwillingskräften, aber davon greift nur eine an dem Nagel an.</w:t>
      </w:r>
    </w:p>
    <w:p w:rsidR="00A020F4" w:rsidRPr="00A020F4" w:rsidRDefault="00A020F4" w:rsidP="00A020F4">
      <w:pPr>
        <w:ind w:left="284"/>
        <w:jc w:val="both"/>
      </w:pPr>
      <w:r w:rsidRPr="00A020F4">
        <w:t>Für die Bewegung des Nagels sind allerdings die Kräfte zu betrachten, die an dem Nagel angreifen.</w:t>
      </w:r>
    </w:p>
    <w:p w:rsidR="00A020F4" w:rsidRPr="00A020F4" w:rsidRDefault="00A020F4" w:rsidP="00A020F4">
      <w:pPr>
        <w:ind w:left="284"/>
        <w:jc w:val="both"/>
      </w:pPr>
      <w:r w:rsidRPr="00A020F4">
        <w:t>Somit müssen die von dem Hammer auf den Nagel und die von dem Brett auf den Nagel ausgeübten Kräfte</w:t>
      </w:r>
    </w:p>
    <w:p w:rsidR="00A020F4" w:rsidRPr="00A020F4" w:rsidRDefault="00A020F4" w:rsidP="00A020F4">
      <w:pPr>
        <w:ind w:left="284"/>
        <w:jc w:val="both"/>
      </w:pPr>
      <w:proofErr w:type="gramStart"/>
      <w:r w:rsidRPr="00A020F4">
        <w:t>addiert</w:t>
      </w:r>
      <w:proofErr w:type="gramEnd"/>
      <w:r w:rsidRPr="00A020F4">
        <w:t xml:space="preserve"> werden, um herauszufinden, ob sich der Nagel bewegen lässt.</w:t>
      </w:r>
    </w:p>
    <w:p w:rsidR="00A020F4" w:rsidRPr="006047C7" w:rsidRDefault="00A020F4" w:rsidP="00586A44">
      <w:pPr>
        <w:spacing w:after="0" w:line="240" w:lineRule="auto"/>
        <w:jc w:val="both"/>
        <w:rPr>
          <w:rFonts w:eastAsiaTheme="minorEastAsia"/>
        </w:rPr>
      </w:pPr>
    </w:p>
    <w:sectPr w:rsidR="00A020F4" w:rsidRPr="006047C7" w:rsidSect="004A5249">
      <w:type w:val="continuous"/>
      <w:pgSz w:w="11906" w:h="16838"/>
      <w:pgMar w:top="851" w:right="851" w:bottom="567" w:left="1134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76043"/>
    <w:multiLevelType w:val="hybridMultilevel"/>
    <w:tmpl w:val="C49E7BB8"/>
    <w:lvl w:ilvl="0" w:tplc="5DAA9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90AF4"/>
    <w:multiLevelType w:val="hybridMultilevel"/>
    <w:tmpl w:val="A5A2BA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4757C"/>
    <w:multiLevelType w:val="hybridMultilevel"/>
    <w:tmpl w:val="FF84F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62C46"/>
    <w:multiLevelType w:val="hybridMultilevel"/>
    <w:tmpl w:val="ED6A8E9C"/>
    <w:lvl w:ilvl="0" w:tplc="6EBC9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3167D"/>
    <w:multiLevelType w:val="hybridMultilevel"/>
    <w:tmpl w:val="AF18CBB4"/>
    <w:lvl w:ilvl="0" w:tplc="167E3D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4F5A2A"/>
    <w:multiLevelType w:val="hybridMultilevel"/>
    <w:tmpl w:val="0598DF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0EDC"/>
    <w:multiLevelType w:val="hybridMultilevel"/>
    <w:tmpl w:val="6AC803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E340E"/>
    <w:multiLevelType w:val="hybridMultilevel"/>
    <w:tmpl w:val="7AC2F4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A3737"/>
    <w:multiLevelType w:val="hybridMultilevel"/>
    <w:tmpl w:val="C17E7288"/>
    <w:lvl w:ilvl="0" w:tplc="7FB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353F3"/>
    <w:multiLevelType w:val="hybridMultilevel"/>
    <w:tmpl w:val="B2A29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34249"/>
    <w:multiLevelType w:val="hybridMultilevel"/>
    <w:tmpl w:val="DCBCB294"/>
    <w:lvl w:ilvl="0" w:tplc="EC52BF64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1" w15:restartNumberingAfterBreak="0">
    <w:nsid w:val="2BC307AA"/>
    <w:multiLevelType w:val="hybridMultilevel"/>
    <w:tmpl w:val="CA8AB3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C044D"/>
    <w:multiLevelType w:val="hybridMultilevel"/>
    <w:tmpl w:val="E9FA9BD8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0DD5B78"/>
    <w:multiLevelType w:val="hybridMultilevel"/>
    <w:tmpl w:val="4A7A7E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A402F"/>
    <w:multiLevelType w:val="hybridMultilevel"/>
    <w:tmpl w:val="E8A0C716"/>
    <w:lvl w:ilvl="0" w:tplc="76A4E6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0E6747"/>
    <w:multiLevelType w:val="hybridMultilevel"/>
    <w:tmpl w:val="C20A7302"/>
    <w:lvl w:ilvl="0" w:tplc="EDFC907E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6" w15:restartNumberingAfterBreak="0">
    <w:nsid w:val="3A6854F2"/>
    <w:multiLevelType w:val="hybridMultilevel"/>
    <w:tmpl w:val="AB045B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47AE7"/>
    <w:multiLevelType w:val="hybridMultilevel"/>
    <w:tmpl w:val="9EB62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D3887"/>
    <w:multiLevelType w:val="hybridMultilevel"/>
    <w:tmpl w:val="3E22EA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31F53"/>
    <w:multiLevelType w:val="hybridMultilevel"/>
    <w:tmpl w:val="DDD84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80273"/>
    <w:multiLevelType w:val="hybridMultilevel"/>
    <w:tmpl w:val="B43E4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600C6"/>
    <w:multiLevelType w:val="hybridMultilevel"/>
    <w:tmpl w:val="BC2A1A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26762"/>
    <w:multiLevelType w:val="hybridMultilevel"/>
    <w:tmpl w:val="88AC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24821"/>
    <w:multiLevelType w:val="hybridMultilevel"/>
    <w:tmpl w:val="7CE85EC2"/>
    <w:lvl w:ilvl="0" w:tplc="2A06B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550D82"/>
    <w:multiLevelType w:val="hybridMultilevel"/>
    <w:tmpl w:val="C4D0FF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1421E"/>
    <w:multiLevelType w:val="hybridMultilevel"/>
    <w:tmpl w:val="5966F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3B4B81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7" w15:restartNumberingAfterBreak="0">
    <w:nsid w:val="58550FE5"/>
    <w:multiLevelType w:val="hybridMultilevel"/>
    <w:tmpl w:val="540A851C"/>
    <w:lvl w:ilvl="0" w:tplc="1B18E382">
      <w:start w:val="5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D28B4"/>
    <w:multiLevelType w:val="hybridMultilevel"/>
    <w:tmpl w:val="6D1C5502"/>
    <w:lvl w:ilvl="0" w:tplc="B37C4EC6">
      <w:start w:val="1"/>
      <w:numFmt w:val="lowerLetter"/>
      <w:lvlText w:val="%1)"/>
      <w:lvlJc w:val="left"/>
      <w:pPr>
        <w:ind w:left="18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440" w:hanging="360"/>
      </w:pPr>
    </w:lvl>
    <w:lvl w:ilvl="2" w:tplc="0407001B" w:tentative="1">
      <w:start w:val="1"/>
      <w:numFmt w:val="lowerRoman"/>
      <w:lvlText w:val="%3."/>
      <w:lvlJc w:val="right"/>
      <w:pPr>
        <w:ind w:left="20160" w:hanging="180"/>
      </w:pPr>
    </w:lvl>
    <w:lvl w:ilvl="3" w:tplc="0407000F" w:tentative="1">
      <w:start w:val="1"/>
      <w:numFmt w:val="decimal"/>
      <w:lvlText w:val="%4."/>
      <w:lvlJc w:val="left"/>
      <w:pPr>
        <w:ind w:left="20880" w:hanging="360"/>
      </w:pPr>
    </w:lvl>
    <w:lvl w:ilvl="4" w:tplc="04070019" w:tentative="1">
      <w:start w:val="1"/>
      <w:numFmt w:val="lowerLetter"/>
      <w:lvlText w:val="%5."/>
      <w:lvlJc w:val="left"/>
      <w:pPr>
        <w:ind w:left="21600" w:hanging="360"/>
      </w:pPr>
    </w:lvl>
    <w:lvl w:ilvl="5" w:tplc="0407001B" w:tentative="1">
      <w:start w:val="1"/>
      <w:numFmt w:val="lowerRoman"/>
      <w:lvlText w:val="%6."/>
      <w:lvlJc w:val="right"/>
      <w:pPr>
        <w:ind w:left="22320" w:hanging="180"/>
      </w:pPr>
    </w:lvl>
    <w:lvl w:ilvl="6" w:tplc="0407000F" w:tentative="1">
      <w:start w:val="1"/>
      <w:numFmt w:val="decimal"/>
      <w:lvlText w:val="%7."/>
      <w:lvlJc w:val="left"/>
      <w:pPr>
        <w:ind w:left="23040" w:hanging="360"/>
      </w:pPr>
    </w:lvl>
    <w:lvl w:ilvl="7" w:tplc="04070019" w:tentative="1">
      <w:start w:val="1"/>
      <w:numFmt w:val="lowerLetter"/>
      <w:lvlText w:val="%8."/>
      <w:lvlJc w:val="left"/>
      <w:pPr>
        <w:ind w:left="23760" w:hanging="360"/>
      </w:pPr>
    </w:lvl>
    <w:lvl w:ilvl="8" w:tplc="0407001B" w:tentative="1">
      <w:start w:val="1"/>
      <w:numFmt w:val="lowerRoman"/>
      <w:lvlText w:val="%9."/>
      <w:lvlJc w:val="right"/>
      <w:pPr>
        <w:ind w:left="24480" w:hanging="180"/>
      </w:pPr>
    </w:lvl>
  </w:abstractNum>
  <w:abstractNum w:abstractNumId="29" w15:restartNumberingAfterBreak="0">
    <w:nsid w:val="5B8F4546"/>
    <w:multiLevelType w:val="hybridMultilevel"/>
    <w:tmpl w:val="970A03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0D6734"/>
    <w:multiLevelType w:val="hybridMultilevel"/>
    <w:tmpl w:val="F27E79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060538"/>
    <w:multiLevelType w:val="hybridMultilevel"/>
    <w:tmpl w:val="E586D5CC"/>
    <w:lvl w:ilvl="0" w:tplc="781C2C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592D92"/>
    <w:multiLevelType w:val="hybridMultilevel"/>
    <w:tmpl w:val="8392F820"/>
    <w:lvl w:ilvl="0" w:tplc="1CE4D3F8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3" w15:restartNumberingAfterBreak="0">
    <w:nsid w:val="62B61E6C"/>
    <w:multiLevelType w:val="hybridMultilevel"/>
    <w:tmpl w:val="38022A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6C0316"/>
    <w:multiLevelType w:val="hybridMultilevel"/>
    <w:tmpl w:val="364ED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306EF"/>
    <w:multiLevelType w:val="hybridMultilevel"/>
    <w:tmpl w:val="DB4EF92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C4DD1"/>
    <w:multiLevelType w:val="hybridMultilevel"/>
    <w:tmpl w:val="3D8223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41AFA"/>
    <w:multiLevelType w:val="hybridMultilevel"/>
    <w:tmpl w:val="4C7C9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E2D8D"/>
    <w:multiLevelType w:val="hybridMultilevel"/>
    <w:tmpl w:val="431CF2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57F3A"/>
    <w:multiLevelType w:val="hybridMultilevel"/>
    <w:tmpl w:val="DBEA2D42"/>
    <w:lvl w:ilvl="0" w:tplc="78327C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B6368C"/>
    <w:multiLevelType w:val="hybridMultilevel"/>
    <w:tmpl w:val="CC2A1B1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57465"/>
    <w:multiLevelType w:val="hybridMultilevel"/>
    <w:tmpl w:val="4D74BED2"/>
    <w:lvl w:ilvl="0" w:tplc="0407000F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2" w15:restartNumberingAfterBreak="0">
    <w:nsid w:val="7D835590"/>
    <w:multiLevelType w:val="hybridMultilevel"/>
    <w:tmpl w:val="BC36EF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902A3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16"/>
  </w:num>
  <w:num w:numId="2">
    <w:abstractNumId w:val="33"/>
  </w:num>
  <w:num w:numId="3">
    <w:abstractNumId w:val="35"/>
  </w:num>
  <w:num w:numId="4">
    <w:abstractNumId w:val="39"/>
  </w:num>
  <w:num w:numId="5">
    <w:abstractNumId w:val="2"/>
  </w:num>
  <w:num w:numId="6">
    <w:abstractNumId w:val="8"/>
  </w:num>
  <w:num w:numId="7">
    <w:abstractNumId w:val="21"/>
  </w:num>
  <w:num w:numId="8">
    <w:abstractNumId w:val="19"/>
  </w:num>
  <w:num w:numId="9">
    <w:abstractNumId w:val="36"/>
  </w:num>
  <w:num w:numId="10">
    <w:abstractNumId w:val="40"/>
  </w:num>
  <w:num w:numId="11">
    <w:abstractNumId w:val="34"/>
  </w:num>
  <w:num w:numId="12">
    <w:abstractNumId w:val="20"/>
  </w:num>
  <w:num w:numId="13">
    <w:abstractNumId w:val="0"/>
  </w:num>
  <w:num w:numId="14">
    <w:abstractNumId w:val="4"/>
  </w:num>
  <w:num w:numId="15">
    <w:abstractNumId w:val="3"/>
  </w:num>
  <w:num w:numId="16">
    <w:abstractNumId w:val="27"/>
  </w:num>
  <w:num w:numId="17">
    <w:abstractNumId w:val="1"/>
  </w:num>
  <w:num w:numId="18">
    <w:abstractNumId w:val="12"/>
  </w:num>
  <w:num w:numId="19">
    <w:abstractNumId w:val="18"/>
  </w:num>
  <w:num w:numId="20">
    <w:abstractNumId w:val="25"/>
  </w:num>
  <w:num w:numId="21">
    <w:abstractNumId w:val="24"/>
  </w:num>
  <w:num w:numId="22">
    <w:abstractNumId w:val="14"/>
  </w:num>
  <w:num w:numId="23">
    <w:abstractNumId w:val="28"/>
  </w:num>
  <w:num w:numId="24">
    <w:abstractNumId w:val="31"/>
  </w:num>
  <w:num w:numId="25">
    <w:abstractNumId w:val="42"/>
  </w:num>
  <w:num w:numId="26">
    <w:abstractNumId w:val="5"/>
  </w:num>
  <w:num w:numId="27">
    <w:abstractNumId w:val="6"/>
  </w:num>
  <w:num w:numId="28">
    <w:abstractNumId w:val="37"/>
  </w:num>
  <w:num w:numId="29">
    <w:abstractNumId w:val="22"/>
  </w:num>
  <w:num w:numId="30">
    <w:abstractNumId w:val="38"/>
  </w:num>
  <w:num w:numId="31">
    <w:abstractNumId w:val="17"/>
  </w:num>
  <w:num w:numId="32">
    <w:abstractNumId w:val="9"/>
  </w:num>
  <w:num w:numId="33">
    <w:abstractNumId w:val="29"/>
  </w:num>
  <w:num w:numId="34">
    <w:abstractNumId w:val="41"/>
  </w:num>
  <w:num w:numId="35">
    <w:abstractNumId w:val="7"/>
  </w:num>
  <w:num w:numId="36">
    <w:abstractNumId w:val="15"/>
  </w:num>
  <w:num w:numId="37">
    <w:abstractNumId w:val="26"/>
  </w:num>
  <w:num w:numId="38">
    <w:abstractNumId w:val="10"/>
  </w:num>
  <w:num w:numId="39">
    <w:abstractNumId w:val="32"/>
  </w:num>
  <w:num w:numId="40">
    <w:abstractNumId w:val="43"/>
  </w:num>
  <w:num w:numId="41">
    <w:abstractNumId w:val="13"/>
  </w:num>
  <w:num w:numId="42">
    <w:abstractNumId w:val="23"/>
  </w:num>
  <w:num w:numId="43">
    <w:abstractNumId w:val="3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attachedTemplate r:id="rId1"/>
  <w:defaultTabStop w:val="708"/>
  <w:autoHyphenation/>
  <w:consecutiveHyphenLimit w:val="2"/>
  <w:hyphenationZone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B7"/>
    <w:rsid w:val="00000B25"/>
    <w:rsid w:val="000075D2"/>
    <w:rsid w:val="00021E1D"/>
    <w:rsid w:val="00024AB2"/>
    <w:rsid w:val="0003148E"/>
    <w:rsid w:val="00033C38"/>
    <w:rsid w:val="000344D1"/>
    <w:rsid w:val="00036453"/>
    <w:rsid w:val="000405A5"/>
    <w:rsid w:val="00056319"/>
    <w:rsid w:val="00056DF9"/>
    <w:rsid w:val="00083B32"/>
    <w:rsid w:val="00085057"/>
    <w:rsid w:val="00085E06"/>
    <w:rsid w:val="00085E1C"/>
    <w:rsid w:val="00087F16"/>
    <w:rsid w:val="000A4820"/>
    <w:rsid w:val="000B5B51"/>
    <w:rsid w:val="000F75B8"/>
    <w:rsid w:val="001015D3"/>
    <w:rsid w:val="00106864"/>
    <w:rsid w:val="00106A3B"/>
    <w:rsid w:val="00115858"/>
    <w:rsid w:val="001240D6"/>
    <w:rsid w:val="001344CD"/>
    <w:rsid w:val="001366DD"/>
    <w:rsid w:val="00137513"/>
    <w:rsid w:val="00140669"/>
    <w:rsid w:val="00165C83"/>
    <w:rsid w:val="0016760E"/>
    <w:rsid w:val="00181C72"/>
    <w:rsid w:val="0018292F"/>
    <w:rsid w:val="00187FF5"/>
    <w:rsid w:val="00196986"/>
    <w:rsid w:val="001A3845"/>
    <w:rsid w:val="001B3FA6"/>
    <w:rsid w:val="001D15C2"/>
    <w:rsid w:val="001D7FE8"/>
    <w:rsid w:val="001E3BFB"/>
    <w:rsid w:val="001F4A63"/>
    <w:rsid w:val="001F5BB6"/>
    <w:rsid w:val="001F634D"/>
    <w:rsid w:val="00214230"/>
    <w:rsid w:val="00221A00"/>
    <w:rsid w:val="002251F3"/>
    <w:rsid w:val="002366CF"/>
    <w:rsid w:val="002434A1"/>
    <w:rsid w:val="00246E64"/>
    <w:rsid w:val="002547F6"/>
    <w:rsid w:val="002643A2"/>
    <w:rsid w:val="0029207E"/>
    <w:rsid w:val="00292353"/>
    <w:rsid w:val="002972D8"/>
    <w:rsid w:val="002A6832"/>
    <w:rsid w:val="002B5DC1"/>
    <w:rsid w:val="002B6695"/>
    <w:rsid w:val="002D5F55"/>
    <w:rsid w:val="002E669C"/>
    <w:rsid w:val="002F0454"/>
    <w:rsid w:val="00330208"/>
    <w:rsid w:val="00330DEE"/>
    <w:rsid w:val="003375C5"/>
    <w:rsid w:val="00343979"/>
    <w:rsid w:val="0035439A"/>
    <w:rsid w:val="00363669"/>
    <w:rsid w:val="00370BDC"/>
    <w:rsid w:val="00385A0F"/>
    <w:rsid w:val="00392904"/>
    <w:rsid w:val="003B3EB3"/>
    <w:rsid w:val="003B6CE8"/>
    <w:rsid w:val="003C00D0"/>
    <w:rsid w:val="003E65F6"/>
    <w:rsid w:val="0040210A"/>
    <w:rsid w:val="00417ADF"/>
    <w:rsid w:val="004401B2"/>
    <w:rsid w:val="0046196D"/>
    <w:rsid w:val="0046795A"/>
    <w:rsid w:val="00494AC3"/>
    <w:rsid w:val="004A5249"/>
    <w:rsid w:val="004A5BA7"/>
    <w:rsid w:val="004A7304"/>
    <w:rsid w:val="004C0088"/>
    <w:rsid w:val="004C7E0B"/>
    <w:rsid w:val="004D2622"/>
    <w:rsid w:val="004D7AA6"/>
    <w:rsid w:val="004E07EC"/>
    <w:rsid w:val="004F66D2"/>
    <w:rsid w:val="00505F36"/>
    <w:rsid w:val="0050751E"/>
    <w:rsid w:val="005222D9"/>
    <w:rsid w:val="0053279C"/>
    <w:rsid w:val="0053280C"/>
    <w:rsid w:val="00536ABD"/>
    <w:rsid w:val="005516A6"/>
    <w:rsid w:val="00553BA5"/>
    <w:rsid w:val="00553DBF"/>
    <w:rsid w:val="00560320"/>
    <w:rsid w:val="0056638D"/>
    <w:rsid w:val="00586A44"/>
    <w:rsid w:val="00593B89"/>
    <w:rsid w:val="005A0636"/>
    <w:rsid w:val="005A0ECB"/>
    <w:rsid w:val="005A5158"/>
    <w:rsid w:val="005B0DFF"/>
    <w:rsid w:val="005D1E0E"/>
    <w:rsid w:val="005F00A4"/>
    <w:rsid w:val="00600141"/>
    <w:rsid w:val="006047C7"/>
    <w:rsid w:val="00613F0D"/>
    <w:rsid w:val="0062613B"/>
    <w:rsid w:val="00632C24"/>
    <w:rsid w:val="006338FA"/>
    <w:rsid w:val="006357F0"/>
    <w:rsid w:val="00642585"/>
    <w:rsid w:val="0064768E"/>
    <w:rsid w:val="00654B33"/>
    <w:rsid w:val="006742A0"/>
    <w:rsid w:val="0067688F"/>
    <w:rsid w:val="00677976"/>
    <w:rsid w:val="006827F7"/>
    <w:rsid w:val="006A077D"/>
    <w:rsid w:val="006B1FEC"/>
    <w:rsid w:val="006D4E87"/>
    <w:rsid w:val="006E2A89"/>
    <w:rsid w:val="006E5FDB"/>
    <w:rsid w:val="00707D02"/>
    <w:rsid w:val="00710E46"/>
    <w:rsid w:val="007128FE"/>
    <w:rsid w:val="00712E4A"/>
    <w:rsid w:val="007308EF"/>
    <w:rsid w:val="00751497"/>
    <w:rsid w:val="0075174B"/>
    <w:rsid w:val="007608E8"/>
    <w:rsid w:val="00760C27"/>
    <w:rsid w:val="00785090"/>
    <w:rsid w:val="007A7FF1"/>
    <w:rsid w:val="007C7C23"/>
    <w:rsid w:val="007E014C"/>
    <w:rsid w:val="007E69BD"/>
    <w:rsid w:val="00810D7D"/>
    <w:rsid w:val="008252B7"/>
    <w:rsid w:val="008372F2"/>
    <w:rsid w:val="00871287"/>
    <w:rsid w:val="00873A81"/>
    <w:rsid w:val="0088210A"/>
    <w:rsid w:val="0088263B"/>
    <w:rsid w:val="008872EF"/>
    <w:rsid w:val="00895ABC"/>
    <w:rsid w:val="008A3D7E"/>
    <w:rsid w:val="008A3F91"/>
    <w:rsid w:val="008C159B"/>
    <w:rsid w:val="008C68CD"/>
    <w:rsid w:val="008D4BC1"/>
    <w:rsid w:val="008D4E89"/>
    <w:rsid w:val="008E1781"/>
    <w:rsid w:val="008E3511"/>
    <w:rsid w:val="008E4159"/>
    <w:rsid w:val="008E609F"/>
    <w:rsid w:val="008E6FD1"/>
    <w:rsid w:val="008F4B78"/>
    <w:rsid w:val="008F711C"/>
    <w:rsid w:val="009054B7"/>
    <w:rsid w:val="009324F5"/>
    <w:rsid w:val="0093519D"/>
    <w:rsid w:val="00961AFC"/>
    <w:rsid w:val="009705E3"/>
    <w:rsid w:val="00983B90"/>
    <w:rsid w:val="009875D8"/>
    <w:rsid w:val="00990B2B"/>
    <w:rsid w:val="009941C1"/>
    <w:rsid w:val="009A6ACB"/>
    <w:rsid w:val="009E6C7C"/>
    <w:rsid w:val="009F7A6A"/>
    <w:rsid w:val="00A0083B"/>
    <w:rsid w:val="00A019DE"/>
    <w:rsid w:val="00A020F4"/>
    <w:rsid w:val="00A12534"/>
    <w:rsid w:val="00A24375"/>
    <w:rsid w:val="00A32652"/>
    <w:rsid w:val="00A413D4"/>
    <w:rsid w:val="00A55C65"/>
    <w:rsid w:val="00A6034A"/>
    <w:rsid w:val="00A61E69"/>
    <w:rsid w:val="00A64C3B"/>
    <w:rsid w:val="00A657D2"/>
    <w:rsid w:val="00A84691"/>
    <w:rsid w:val="00AA5188"/>
    <w:rsid w:val="00AB67BE"/>
    <w:rsid w:val="00AE1F1E"/>
    <w:rsid w:val="00AF7ECE"/>
    <w:rsid w:val="00B055B6"/>
    <w:rsid w:val="00B1304D"/>
    <w:rsid w:val="00B16F9F"/>
    <w:rsid w:val="00B1725C"/>
    <w:rsid w:val="00B51BB9"/>
    <w:rsid w:val="00B71DA8"/>
    <w:rsid w:val="00B75CC9"/>
    <w:rsid w:val="00B80722"/>
    <w:rsid w:val="00B834AB"/>
    <w:rsid w:val="00BA48B9"/>
    <w:rsid w:val="00BD01D8"/>
    <w:rsid w:val="00BD359C"/>
    <w:rsid w:val="00BD37C7"/>
    <w:rsid w:val="00BE2DB2"/>
    <w:rsid w:val="00BE3BFE"/>
    <w:rsid w:val="00BE60DA"/>
    <w:rsid w:val="00C02D18"/>
    <w:rsid w:val="00C121E8"/>
    <w:rsid w:val="00C23F6D"/>
    <w:rsid w:val="00C27370"/>
    <w:rsid w:val="00C325FF"/>
    <w:rsid w:val="00C36217"/>
    <w:rsid w:val="00C45905"/>
    <w:rsid w:val="00C45C49"/>
    <w:rsid w:val="00C46322"/>
    <w:rsid w:val="00C5046D"/>
    <w:rsid w:val="00C85B9E"/>
    <w:rsid w:val="00CB26A8"/>
    <w:rsid w:val="00CB66AD"/>
    <w:rsid w:val="00CC0FDC"/>
    <w:rsid w:val="00CD55E3"/>
    <w:rsid w:val="00CE68D2"/>
    <w:rsid w:val="00CF12BB"/>
    <w:rsid w:val="00CF30A6"/>
    <w:rsid w:val="00D24A16"/>
    <w:rsid w:val="00D313B6"/>
    <w:rsid w:val="00D360E4"/>
    <w:rsid w:val="00D541CF"/>
    <w:rsid w:val="00D719F6"/>
    <w:rsid w:val="00D830DE"/>
    <w:rsid w:val="00D87C0E"/>
    <w:rsid w:val="00DA4223"/>
    <w:rsid w:val="00DD58DA"/>
    <w:rsid w:val="00DE5579"/>
    <w:rsid w:val="00DF2B45"/>
    <w:rsid w:val="00E02201"/>
    <w:rsid w:val="00E16CB9"/>
    <w:rsid w:val="00E22E76"/>
    <w:rsid w:val="00E274A5"/>
    <w:rsid w:val="00E30C19"/>
    <w:rsid w:val="00E42668"/>
    <w:rsid w:val="00E528C2"/>
    <w:rsid w:val="00E53AB5"/>
    <w:rsid w:val="00E75397"/>
    <w:rsid w:val="00E85B0B"/>
    <w:rsid w:val="00E97248"/>
    <w:rsid w:val="00EB01D2"/>
    <w:rsid w:val="00EB51D4"/>
    <w:rsid w:val="00EB6F41"/>
    <w:rsid w:val="00ED07BA"/>
    <w:rsid w:val="00ED30A2"/>
    <w:rsid w:val="00ED38C8"/>
    <w:rsid w:val="00EE3C70"/>
    <w:rsid w:val="00EF2F8C"/>
    <w:rsid w:val="00EF4B65"/>
    <w:rsid w:val="00F056D4"/>
    <w:rsid w:val="00F10625"/>
    <w:rsid w:val="00F16CD5"/>
    <w:rsid w:val="00F2594F"/>
    <w:rsid w:val="00F320D5"/>
    <w:rsid w:val="00F43BC3"/>
    <w:rsid w:val="00F44F80"/>
    <w:rsid w:val="00F52C86"/>
    <w:rsid w:val="00F66FD9"/>
    <w:rsid w:val="00F71882"/>
    <w:rsid w:val="00F75746"/>
    <w:rsid w:val="00F774B9"/>
    <w:rsid w:val="00F77E63"/>
    <w:rsid w:val="00F94889"/>
    <w:rsid w:val="00F97063"/>
    <w:rsid w:val="00FB1557"/>
    <w:rsid w:val="00FC0CFB"/>
    <w:rsid w:val="00FC2CE6"/>
    <w:rsid w:val="00FC3B16"/>
    <w:rsid w:val="00FE1D19"/>
    <w:rsid w:val="00FE3724"/>
    <w:rsid w:val="00FF063B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A75C1-5521-46F8-A88F-56FD5045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D4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92904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E3BFE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B26A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83B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23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13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06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37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4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hule\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03E15-5A10-496B-8D85-8499ED39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</Template>
  <TotalTime>0</TotalTime>
  <Pages>4</Pages>
  <Words>220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Woellermann</cp:lastModifiedBy>
  <cp:revision>53</cp:revision>
  <cp:lastPrinted>2018-11-26T13:17:00Z</cp:lastPrinted>
  <dcterms:created xsi:type="dcterms:W3CDTF">2018-06-04T05:11:00Z</dcterms:created>
  <dcterms:modified xsi:type="dcterms:W3CDTF">2018-11-26T13:17:00Z</dcterms:modified>
</cp:coreProperties>
</file>